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41FF4098" w:rsidR="008B1A2C" w:rsidRDefault="008B1A2C" w:rsidP="00B87D91">
      <w:pPr>
        <w:rPr>
          <w:rFonts w:eastAsia="Times New Roman" w:cs="Times New Roman"/>
          <w:b/>
          <w:bCs/>
          <w:color w:val="FF5200" w:themeColor="accent2"/>
          <w:sz w:val="36"/>
          <w:szCs w:val="36"/>
          <w:lang w:eastAsia="cs-CZ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5B10F5">
        <w:rPr>
          <w:b/>
          <w:color w:val="FF5200" w:themeColor="accent2"/>
          <w:sz w:val="36"/>
          <w:szCs w:val="36"/>
        </w:rPr>
        <w:t>„</w:t>
      </w:r>
      <w:r w:rsidR="00493B2E" w:rsidRPr="00493B2E">
        <w:rPr>
          <w:b/>
          <w:color w:val="FF5200" w:themeColor="accent2"/>
          <w:sz w:val="36"/>
          <w:szCs w:val="36"/>
        </w:rPr>
        <w:t>Transformátory 22/0,4kV pro oblast Jihomoravského kraje a Kraje Vysočina</w:t>
      </w:r>
      <w:r w:rsidR="0031280B" w:rsidRPr="005B10F5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</w:t>
      </w:r>
      <w:r w:rsidR="000128D4" w:rsidRPr="00B56E1E">
        <w:rPr>
          <w:b/>
          <w:color w:val="FF5200" w:themeColor="accent2"/>
          <w:sz w:val="36"/>
          <w:szCs w:val="36"/>
        </w:rPr>
        <w:t xml:space="preserve">pod </w:t>
      </w:r>
      <w:proofErr w:type="gramStart"/>
      <w:r w:rsidR="000128D4" w:rsidRPr="00B56E1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</w:t>
      </w:r>
      <w:r w:rsidR="00B56E1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.</w:t>
      </w:r>
      <w:proofErr w:type="gramEnd"/>
      <w:r w:rsidR="00B56E1E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BE26F4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16125/2024</w:t>
      </w:r>
      <w:bookmarkStart w:id="0" w:name="_GoBack"/>
      <w:bookmarkEnd w:id="0"/>
      <w:r w:rsidR="002C455B" w:rsidRPr="002C455B">
        <w:rPr>
          <w:rFonts w:eastAsia="Times New Roman" w:cs="Times New Roman"/>
          <w:b/>
          <w:bCs/>
          <w:color w:val="FF5200" w:themeColor="accent2"/>
          <w:sz w:val="36"/>
          <w:szCs w:val="36"/>
          <w:lang w:eastAsia="cs-CZ"/>
        </w:rPr>
        <w:t>-SŽ-OŘ BNO-NPI</w:t>
      </w:r>
    </w:p>
    <w:p w14:paraId="60554D78" w14:textId="77777777" w:rsidR="002C455B" w:rsidRPr="00B87D91" w:rsidRDefault="002C455B" w:rsidP="00B87D91">
      <w:pPr>
        <w:rPr>
          <w:b/>
          <w:color w:val="FF5200" w:themeColor="accent2"/>
          <w:sz w:val="36"/>
          <w:szCs w:val="36"/>
        </w:rPr>
      </w:pP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04A6CEC0" w14:textId="658A885F" w:rsidR="00D83C0E" w:rsidRDefault="00A93A7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66222065" w:history="1">
            <w:r w:rsidR="00D83C0E" w:rsidRPr="00F21B61">
              <w:rPr>
                <w:rStyle w:val="Hypertextovodkaz"/>
                <w:noProof/>
              </w:rPr>
              <w:t>Kapitola 1.</w:t>
            </w:r>
            <w:r w:rsidR="00D83C0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83C0E" w:rsidRPr="00F21B61">
              <w:rPr>
                <w:rStyle w:val="Hypertextovodkaz"/>
                <w:noProof/>
              </w:rPr>
              <w:t>Základní údaje k nabídce</w:t>
            </w:r>
            <w:r w:rsidR="00D83C0E">
              <w:rPr>
                <w:noProof/>
                <w:webHidden/>
              </w:rPr>
              <w:tab/>
            </w:r>
            <w:r w:rsidR="00D83C0E">
              <w:rPr>
                <w:noProof/>
                <w:webHidden/>
              </w:rPr>
              <w:fldChar w:fldCharType="begin"/>
            </w:r>
            <w:r w:rsidR="00D83C0E">
              <w:rPr>
                <w:noProof/>
                <w:webHidden/>
              </w:rPr>
              <w:instrText xml:space="preserve"> PAGEREF _Toc166222065 \h </w:instrText>
            </w:r>
            <w:r w:rsidR="00D83C0E">
              <w:rPr>
                <w:noProof/>
                <w:webHidden/>
              </w:rPr>
            </w:r>
            <w:r w:rsidR="00D83C0E">
              <w:rPr>
                <w:noProof/>
                <w:webHidden/>
              </w:rPr>
              <w:fldChar w:fldCharType="separate"/>
            </w:r>
            <w:r w:rsidR="00D83C0E">
              <w:rPr>
                <w:noProof/>
                <w:webHidden/>
              </w:rPr>
              <w:t>2</w:t>
            </w:r>
            <w:r w:rsidR="00D83C0E">
              <w:rPr>
                <w:noProof/>
                <w:webHidden/>
              </w:rPr>
              <w:fldChar w:fldCharType="end"/>
            </w:r>
          </w:hyperlink>
        </w:p>
        <w:p w14:paraId="0E564125" w14:textId="73A0FA80" w:rsidR="00D83C0E" w:rsidRDefault="00BE26F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6222066" w:history="1">
            <w:r w:rsidR="00D83C0E" w:rsidRPr="00F21B61">
              <w:rPr>
                <w:rStyle w:val="Hypertextovodkaz"/>
                <w:noProof/>
              </w:rPr>
              <w:t>Kapitola 2.</w:t>
            </w:r>
            <w:r w:rsidR="00D83C0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83C0E" w:rsidRPr="00F21B61">
              <w:rPr>
                <w:rStyle w:val="Hypertextovodkaz"/>
                <w:noProof/>
              </w:rPr>
              <w:t>Ceník</w:t>
            </w:r>
            <w:r w:rsidR="00D83C0E">
              <w:rPr>
                <w:noProof/>
                <w:webHidden/>
              </w:rPr>
              <w:tab/>
            </w:r>
            <w:r w:rsidR="00D83C0E">
              <w:rPr>
                <w:noProof/>
                <w:webHidden/>
              </w:rPr>
              <w:fldChar w:fldCharType="begin"/>
            </w:r>
            <w:r w:rsidR="00D83C0E">
              <w:rPr>
                <w:noProof/>
                <w:webHidden/>
              </w:rPr>
              <w:instrText xml:space="preserve"> PAGEREF _Toc166222066 \h </w:instrText>
            </w:r>
            <w:r w:rsidR="00D83C0E">
              <w:rPr>
                <w:noProof/>
                <w:webHidden/>
              </w:rPr>
            </w:r>
            <w:r w:rsidR="00D83C0E">
              <w:rPr>
                <w:noProof/>
                <w:webHidden/>
              </w:rPr>
              <w:fldChar w:fldCharType="separate"/>
            </w:r>
            <w:r w:rsidR="00D83C0E">
              <w:rPr>
                <w:noProof/>
                <w:webHidden/>
              </w:rPr>
              <w:t>3</w:t>
            </w:r>
            <w:r w:rsidR="00D83C0E">
              <w:rPr>
                <w:noProof/>
                <w:webHidden/>
              </w:rPr>
              <w:fldChar w:fldCharType="end"/>
            </w:r>
          </w:hyperlink>
        </w:p>
        <w:p w14:paraId="1E0DCE0F" w14:textId="61C8ABFC" w:rsidR="00D83C0E" w:rsidRDefault="00BE26F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6222067" w:history="1">
            <w:r w:rsidR="00D83C0E" w:rsidRPr="00F21B61">
              <w:rPr>
                <w:rStyle w:val="Hypertextovodkaz"/>
                <w:noProof/>
              </w:rPr>
              <w:t>Kapitola 3.</w:t>
            </w:r>
            <w:r w:rsidR="00D83C0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83C0E" w:rsidRPr="00F21B61">
              <w:rPr>
                <w:rStyle w:val="Hypertextovodkaz"/>
                <w:noProof/>
              </w:rPr>
              <w:t>Čestné prohlášení o splnění základní způsobilosti</w:t>
            </w:r>
            <w:r w:rsidR="00D83C0E">
              <w:rPr>
                <w:noProof/>
                <w:webHidden/>
              </w:rPr>
              <w:tab/>
            </w:r>
            <w:r w:rsidR="00D83C0E">
              <w:rPr>
                <w:noProof/>
                <w:webHidden/>
              </w:rPr>
              <w:fldChar w:fldCharType="begin"/>
            </w:r>
            <w:r w:rsidR="00D83C0E">
              <w:rPr>
                <w:noProof/>
                <w:webHidden/>
              </w:rPr>
              <w:instrText xml:space="preserve"> PAGEREF _Toc166222067 \h </w:instrText>
            </w:r>
            <w:r w:rsidR="00D83C0E">
              <w:rPr>
                <w:noProof/>
                <w:webHidden/>
              </w:rPr>
            </w:r>
            <w:r w:rsidR="00D83C0E">
              <w:rPr>
                <w:noProof/>
                <w:webHidden/>
              </w:rPr>
              <w:fldChar w:fldCharType="separate"/>
            </w:r>
            <w:r w:rsidR="00D83C0E">
              <w:rPr>
                <w:noProof/>
                <w:webHidden/>
              </w:rPr>
              <w:t>4</w:t>
            </w:r>
            <w:r w:rsidR="00D83C0E">
              <w:rPr>
                <w:noProof/>
                <w:webHidden/>
              </w:rPr>
              <w:fldChar w:fldCharType="end"/>
            </w:r>
          </w:hyperlink>
        </w:p>
        <w:p w14:paraId="12A6CFF9" w14:textId="0437CC83" w:rsidR="00D83C0E" w:rsidRDefault="00BE26F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6222068" w:history="1">
            <w:r w:rsidR="00D83C0E" w:rsidRPr="00F21B61">
              <w:rPr>
                <w:rStyle w:val="Hypertextovodkaz"/>
                <w:noProof/>
              </w:rPr>
              <w:t>Kapitola 4.</w:t>
            </w:r>
            <w:r w:rsidR="00D83C0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83C0E" w:rsidRPr="00F21B61">
              <w:rPr>
                <w:rStyle w:val="Hypertextovodkaz"/>
                <w:noProof/>
              </w:rPr>
              <w:t>Čestné prohlášení účastníka o střetu zájmů</w:t>
            </w:r>
            <w:r w:rsidR="00D83C0E">
              <w:rPr>
                <w:noProof/>
                <w:webHidden/>
              </w:rPr>
              <w:tab/>
            </w:r>
            <w:r w:rsidR="00D83C0E">
              <w:rPr>
                <w:noProof/>
                <w:webHidden/>
              </w:rPr>
              <w:fldChar w:fldCharType="begin"/>
            </w:r>
            <w:r w:rsidR="00D83C0E">
              <w:rPr>
                <w:noProof/>
                <w:webHidden/>
              </w:rPr>
              <w:instrText xml:space="preserve"> PAGEREF _Toc166222068 \h </w:instrText>
            </w:r>
            <w:r w:rsidR="00D83C0E">
              <w:rPr>
                <w:noProof/>
                <w:webHidden/>
              </w:rPr>
            </w:r>
            <w:r w:rsidR="00D83C0E">
              <w:rPr>
                <w:noProof/>
                <w:webHidden/>
              </w:rPr>
              <w:fldChar w:fldCharType="separate"/>
            </w:r>
            <w:r w:rsidR="00D83C0E">
              <w:rPr>
                <w:noProof/>
                <w:webHidden/>
              </w:rPr>
              <w:t>5</w:t>
            </w:r>
            <w:r w:rsidR="00D83C0E">
              <w:rPr>
                <w:noProof/>
                <w:webHidden/>
              </w:rPr>
              <w:fldChar w:fldCharType="end"/>
            </w:r>
          </w:hyperlink>
        </w:p>
        <w:p w14:paraId="2485319D" w14:textId="763F3D35" w:rsidR="00D83C0E" w:rsidRDefault="00BE26F4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66222069" w:history="1">
            <w:r w:rsidR="00D83C0E" w:rsidRPr="00F21B61">
              <w:rPr>
                <w:rStyle w:val="Hypertextovodkaz"/>
                <w:noProof/>
              </w:rPr>
              <w:t>Kapitola 5.</w:t>
            </w:r>
            <w:r w:rsidR="00D83C0E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D83C0E" w:rsidRPr="00F21B61">
              <w:rPr>
                <w:rStyle w:val="Hypertextovodkaz"/>
                <w:noProof/>
              </w:rPr>
              <w:t>Čestné prohlášení účastníka k neuzavření zakázaných dohod</w:t>
            </w:r>
            <w:r w:rsidR="00D83C0E">
              <w:rPr>
                <w:noProof/>
                <w:webHidden/>
              </w:rPr>
              <w:tab/>
            </w:r>
            <w:r w:rsidR="00D83C0E">
              <w:rPr>
                <w:noProof/>
                <w:webHidden/>
              </w:rPr>
              <w:fldChar w:fldCharType="begin"/>
            </w:r>
            <w:r w:rsidR="00D83C0E">
              <w:rPr>
                <w:noProof/>
                <w:webHidden/>
              </w:rPr>
              <w:instrText xml:space="preserve"> PAGEREF _Toc166222069 \h </w:instrText>
            </w:r>
            <w:r w:rsidR="00D83C0E">
              <w:rPr>
                <w:noProof/>
                <w:webHidden/>
              </w:rPr>
            </w:r>
            <w:r w:rsidR="00D83C0E">
              <w:rPr>
                <w:noProof/>
                <w:webHidden/>
              </w:rPr>
              <w:fldChar w:fldCharType="separate"/>
            </w:r>
            <w:r w:rsidR="00D83C0E">
              <w:rPr>
                <w:noProof/>
                <w:webHidden/>
              </w:rPr>
              <w:t>6</w:t>
            </w:r>
            <w:r w:rsidR="00D83C0E">
              <w:rPr>
                <w:noProof/>
                <w:webHidden/>
              </w:rPr>
              <w:fldChar w:fldCharType="end"/>
            </w:r>
          </w:hyperlink>
        </w:p>
        <w:p w14:paraId="24CD29AE" w14:textId="2E2FD4AB" w:rsidR="00D83C0E" w:rsidRPr="00C926ED" w:rsidRDefault="00BE26F4">
          <w:pPr>
            <w:pStyle w:val="Obsah2"/>
            <w:rPr>
              <w:rStyle w:val="Hypertextovodkaz"/>
            </w:rPr>
          </w:pPr>
          <w:hyperlink w:anchor="_Toc166222070" w:history="1">
            <w:r w:rsidR="00D83C0E" w:rsidRPr="00C926ED">
              <w:rPr>
                <w:rStyle w:val="Hypertextovodkaz"/>
                <w:noProof/>
              </w:rPr>
              <w:t>Kapitola 6.</w:t>
            </w:r>
            <w:r w:rsidR="00D83C0E" w:rsidRPr="00C926ED">
              <w:rPr>
                <w:rStyle w:val="Hypertextovodkaz"/>
              </w:rPr>
              <w:tab/>
            </w:r>
            <w:r w:rsidR="00D83C0E" w:rsidRPr="00F21B61">
              <w:rPr>
                <w:rStyle w:val="Hypertextovodkaz"/>
                <w:noProof/>
              </w:rPr>
              <w:t>Čestné</w:t>
            </w:r>
            <w:r w:rsidR="00D83C0E" w:rsidRPr="00C926ED">
              <w:rPr>
                <w:rStyle w:val="Hypertextovodkaz"/>
                <w:noProof/>
              </w:rPr>
              <w:t xml:space="preserve"> prohlášení účastníka o splnění podmínek v souvislosti s mezinárodními sankcemi</w:t>
            </w:r>
            <w:r w:rsidR="00D83C0E" w:rsidRPr="00C926ED">
              <w:rPr>
                <w:rStyle w:val="Hypertextovodkaz"/>
                <w:webHidden/>
              </w:rPr>
              <w:tab/>
            </w:r>
          </w:hyperlink>
          <w:r w:rsidR="00C926ED">
            <w:rPr>
              <w:rStyle w:val="Hypertextovodkaz"/>
              <w:noProof/>
            </w:rPr>
            <w:t>…………………………………………………………………………………………………………………………………7</w:t>
          </w:r>
        </w:p>
        <w:p w14:paraId="218BAFDF" w14:textId="73905F59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1" w:name="_Toc166222065"/>
      <w:r>
        <w:lastRenderedPageBreak/>
        <w:t>Základní údaje k nabídce</w:t>
      </w:r>
      <w:bookmarkEnd w:id="1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0846056D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5B10F5">
        <w:t xml:space="preserve">jako </w:t>
      </w:r>
      <w:r w:rsidR="000128D4" w:rsidRPr="005B10F5">
        <w:rPr>
          <w:rFonts w:eastAsia="Times New Roman" w:cs="Times New Roman"/>
          <w:lang w:eastAsia="cs-CZ"/>
        </w:rPr>
        <w:t>podlimitní sektorovou veřejnou zakázku</w:t>
      </w:r>
      <w:r w:rsidRPr="005B10F5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BE26F4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BE26F4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2" w:name="_Toc166222066"/>
      <w:r>
        <w:t>Ceník</w:t>
      </w:r>
      <w:bookmarkEnd w:id="2"/>
    </w:p>
    <w:p w14:paraId="3E5E9B0F" w14:textId="73F368CA" w:rsidR="007E5951" w:rsidRPr="002072A0" w:rsidRDefault="002072A0" w:rsidP="007E5951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</w:t>
      </w:r>
      <w:r w:rsidRPr="005B10F5">
        <w:rPr>
          <w:rStyle w:val="Siln"/>
          <w:b w:val="0"/>
          <w:bCs w:val="0"/>
        </w:rPr>
        <w:t xml:space="preserve">příloha č. </w:t>
      </w:r>
      <w:r w:rsidR="001E0266" w:rsidRPr="005B10F5">
        <w:rPr>
          <w:rStyle w:val="Siln"/>
          <w:b w:val="0"/>
          <w:bCs w:val="0"/>
        </w:rPr>
        <w:t>2</w:t>
      </w:r>
      <w:r w:rsidRPr="005B10F5">
        <w:rPr>
          <w:rStyle w:val="Siln"/>
          <w:b w:val="0"/>
          <w:bCs w:val="0"/>
        </w:rPr>
        <w:t xml:space="preserve"> (</w:t>
      </w:r>
      <w:r w:rsidRPr="005B10F5">
        <w:rPr>
          <w:rStyle w:val="Siln"/>
          <w:b w:val="0"/>
          <w:bCs w:val="0"/>
          <w:i/>
          <w:iCs/>
        </w:rPr>
        <w:t xml:space="preserve">budoucí příloha č. </w:t>
      </w:r>
      <w:r w:rsidR="005B10F5" w:rsidRPr="005B10F5">
        <w:rPr>
          <w:rStyle w:val="Siln"/>
          <w:b w:val="0"/>
          <w:bCs w:val="0"/>
          <w:i/>
          <w:iCs/>
        </w:rPr>
        <w:t>3</w:t>
      </w:r>
      <w:r w:rsidRPr="005B10F5">
        <w:rPr>
          <w:rStyle w:val="Siln"/>
          <w:b w:val="0"/>
          <w:bCs w:val="0"/>
          <w:i/>
          <w:iCs/>
        </w:rPr>
        <w:t xml:space="preserve"> Závazného vzoru smlouvy</w:t>
      </w:r>
      <w:r w:rsidRPr="005B10F5">
        <w:rPr>
          <w:rStyle w:val="Siln"/>
          <w:b w:val="0"/>
          <w:bCs w:val="0"/>
        </w:rPr>
        <w:t xml:space="preserve"> Výzvy k podání nabídky.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3" w:name="_Toc166222067"/>
      <w:r w:rsidRPr="006E5C6C">
        <w:t>Čestné prohlášení o splnění</w:t>
      </w:r>
      <w:r w:rsidRPr="006E5C6C">
        <w:br/>
        <w:t>základní způsobilosti</w:t>
      </w:r>
      <w:bookmarkEnd w:id="3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4" w:name="_Toc166222068"/>
      <w:r w:rsidRPr="00C15E30"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4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5" w:name="_Toc166222069"/>
      <w:r w:rsidRPr="006E5C6C">
        <w:t>Čestné prohlášení účastníka</w:t>
      </w:r>
      <w:r w:rsidR="00613242" w:rsidRPr="006E5C6C">
        <w:t xml:space="preserve"> k neuzavření zakázaných dohod</w:t>
      </w:r>
      <w:bookmarkEnd w:id="5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6" w:name="_Toc166222070"/>
      <w:r w:rsidR="000B5E1C" w:rsidRPr="002126E7"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6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1109046E" w:rsidR="000B5E1C" w:rsidRDefault="000B5E1C">
      <w:pPr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088FB76A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E26F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E26F4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2D407F6B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E26F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E26F4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439EC1CC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BE26F4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E26F4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sdtdh="http://schemas.microsoft.com/office/word/2020/wordml/sdtdatahash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7"/>
  </w:num>
  <w:num w:numId="13">
    <w:abstractNumId w:val="7"/>
  </w:num>
  <w:num w:numId="14">
    <w:abstractNumId w:val="7"/>
  </w:num>
  <w:num w:numId="15">
    <w:abstractNumId w:val="7"/>
  </w:num>
  <w:num w:numId="16">
    <w:abstractNumId w:val="13"/>
  </w:num>
  <w:num w:numId="17">
    <w:abstractNumId w:val="3"/>
  </w:num>
  <w:num w:numId="18">
    <w:abstractNumId w:val="13"/>
  </w:num>
  <w:num w:numId="19">
    <w:abstractNumId w:val="13"/>
  </w:num>
  <w:num w:numId="20">
    <w:abstractNumId w:val="13"/>
  </w:num>
  <w:num w:numId="21">
    <w:abstractNumId w:val="13"/>
  </w:num>
  <w:num w:numId="22">
    <w:abstractNumId w:val="7"/>
  </w:num>
  <w:num w:numId="23">
    <w:abstractNumId w:val="1"/>
  </w:num>
  <w:num w:numId="24">
    <w:abstractNumId w:val="7"/>
  </w:num>
  <w:num w:numId="25">
    <w:abstractNumId w:val="7"/>
  </w:num>
  <w:num w:numId="26">
    <w:abstractNumId w:val="7"/>
  </w:num>
  <w:num w:numId="27">
    <w:abstractNumId w:val="7"/>
  </w:num>
  <w:num w:numId="28">
    <w:abstractNumId w:val="13"/>
  </w:num>
  <w:num w:numId="29">
    <w:abstractNumId w:val="3"/>
  </w:num>
  <w:num w:numId="30">
    <w:abstractNumId w:val="13"/>
  </w:num>
  <w:num w:numId="31">
    <w:abstractNumId w:val="13"/>
  </w:num>
  <w:num w:numId="32">
    <w:abstractNumId w:val="13"/>
  </w:num>
  <w:num w:numId="33">
    <w:abstractNumId w:val="13"/>
  </w:num>
  <w:num w:numId="34">
    <w:abstractNumId w:val="4"/>
  </w:num>
  <w:num w:numId="35">
    <w:abstractNumId w:val="15"/>
  </w:num>
  <w:num w:numId="36">
    <w:abstractNumId w:val="2"/>
  </w:num>
  <w:num w:numId="37">
    <w:abstractNumId w:val="14"/>
  </w:num>
  <w:num w:numId="38">
    <w:abstractNumId w:val="6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0"/>
  </w:num>
  <w:num w:numId="41">
    <w:abstractNumId w:val="11"/>
  </w:num>
  <w:num w:numId="42">
    <w:abstractNumId w:val="11"/>
  </w:num>
  <w:num w:numId="4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C455B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93B2E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10F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46E46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68D2"/>
    <w:rsid w:val="00B56E1E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BE26F4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926ED"/>
    <w:rsid w:val="00CD1FC4"/>
    <w:rsid w:val="00CF53B5"/>
    <w:rsid w:val="00D21061"/>
    <w:rsid w:val="00D247B3"/>
    <w:rsid w:val="00D4108E"/>
    <w:rsid w:val="00D6163D"/>
    <w:rsid w:val="00D73D46"/>
    <w:rsid w:val="00D831A3"/>
    <w:rsid w:val="00D83C0E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31F6C3-0B10-4638-AA77-A22432701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246</TotalTime>
  <Pages>7</Pages>
  <Words>1155</Words>
  <Characters>6815</Characters>
  <Application>Microsoft Office Word</Application>
  <DocSecurity>0</DocSecurity>
  <Lines>56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Maršíková Iva</cp:lastModifiedBy>
  <cp:revision>44</cp:revision>
  <cp:lastPrinted>2023-10-05T09:40:00Z</cp:lastPrinted>
  <dcterms:created xsi:type="dcterms:W3CDTF">2023-08-21T11:49:00Z</dcterms:created>
  <dcterms:modified xsi:type="dcterms:W3CDTF">2024-07-03T07:10:00Z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